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AF" w:rsidRDefault="00E36AAF">
      <w:pPr>
        <w:rPr>
          <w:rFonts w:cs="Times New Roman"/>
        </w:rPr>
      </w:pPr>
    </w:p>
    <w:p w:rsidR="00E36AAF" w:rsidRDefault="00E36AAF">
      <w:pPr>
        <w:rPr>
          <w:rFonts w:cs="Times New Roman"/>
        </w:rPr>
      </w:pPr>
    </w:p>
    <w:p w:rsidR="00E36AAF" w:rsidRPr="000B0F4B" w:rsidRDefault="00E36AAF">
      <w:pPr>
        <w:rPr>
          <w:rFonts w:cs="Times New Roman"/>
          <w:sz w:val="52"/>
          <w:szCs w:val="52"/>
        </w:rPr>
      </w:pPr>
      <w:r>
        <w:rPr>
          <w:rFonts w:cs="ＭＳ 明朝" w:hint="eastAsia"/>
        </w:rPr>
        <w:t xml:space="preserve">　</w:t>
      </w:r>
      <w:r w:rsidRPr="000B0F4B">
        <w:rPr>
          <w:rFonts w:cs="ＭＳ 明朝" w:hint="eastAsia"/>
          <w:sz w:val="52"/>
          <w:szCs w:val="52"/>
        </w:rPr>
        <w:t>平成２１年度大分県高等学校体育大会</w:t>
      </w:r>
    </w:p>
    <w:p w:rsidR="00E36AAF" w:rsidRPr="000B0F4B" w:rsidRDefault="00E36AAF" w:rsidP="006C399F">
      <w:pPr>
        <w:ind w:firstLineChars="50" w:firstLine="31680"/>
        <w:rPr>
          <w:rFonts w:cs="Times New Roman"/>
          <w:sz w:val="52"/>
          <w:szCs w:val="52"/>
        </w:rPr>
      </w:pPr>
      <w:r w:rsidRPr="000B0F4B">
        <w:rPr>
          <w:rFonts w:cs="ＭＳ 明朝" w:hint="eastAsia"/>
          <w:sz w:val="52"/>
          <w:szCs w:val="52"/>
        </w:rPr>
        <w:t>ボクシング競技</w:t>
      </w:r>
    </w:p>
    <w:p w:rsidR="00E36AAF" w:rsidRDefault="00E36AAF" w:rsidP="006C399F">
      <w:pPr>
        <w:ind w:firstLineChars="100" w:firstLine="31680"/>
        <w:rPr>
          <w:rFonts w:cs="Times New Roman"/>
          <w:sz w:val="52"/>
          <w:szCs w:val="52"/>
        </w:rPr>
      </w:pPr>
    </w:p>
    <w:p w:rsidR="00E36AAF" w:rsidRDefault="00E36AAF" w:rsidP="006C399F">
      <w:pPr>
        <w:ind w:firstLineChars="50" w:firstLine="31680"/>
        <w:rPr>
          <w:rFonts w:cs="Times New Roman"/>
          <w:sz w:val="52"/>
          <w:szCs w:val="52"/>
        </w:rPr>
      </w:pPr>
      <w:r w:rsidRPr="000B0F4B">
        <w:rPr>
          <w:rFonts w:cs="ＭＳ 明朝" w:hint="eastAsia"/>
          <w:sz w:val="52"/>
          <w:szCs w:val="52"/>
        </w:rPr>
        <w:t>学校別競技得点</w:t>
      </w:r>
    </w:p>
    <w:p w:rsidR="00E36AAF" w:rsidRDefault="00E36AAF" w:rsidP="006C399F">
      <w:pPr>
        <w:ind w:firstLineChars="50" w:firstLine="31680"/>
        <w:rPr>
          <w:rFonts w:cs="Times New Roman"/>
          <w:sz w:val="52"/>
          <w:szCs w:val="5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60"/>
        <w:gridCol w:w="3561"/>
        <w:gridCol w:w="3561"/>
      </w:tblGrid>
      <w:tr w:rsidR="00E36AAF" w:rsidRPr="00100AC4">
        <w:tc>
          <w:tcPr>
            <w:tcW w:w="1666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順位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学校名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得点</w:t>
            </w:r>
          </w:p>
        </w:tc>
      </w:tr>
      <w:tr w:rsidR="00E36AAF" w:rsidRPr="00100AC4">
        <w:tc>
          <w:tcPr>
            <w:tcW w:w="1666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１位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大分工業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３１点</w:t>
            </w:r>
          </w:p>
        </w:tc>
      </w:tr>
      <w:tr w:rsidR="00E36AAF" w:rsidRPr="00100AC4">
        <w:tc>
          <w:tcPr>
            <w:tcW w:w="1666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２位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津久見高校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２８点</w:t>
            </w:r>
          </w:p>
        </w:tc>
      </w:tr>
      <w:tr w:rsidR="00E36AAF" w:rsidRPr="00100AC4">
        <w:tc>
          <w:tcPr>
            <w:tcW w:w="1666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３位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鶴崎工業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２５点</w:t>
            </w:r>
          </w:p>
        </w:tc>
      </w:tr>
      <w:tr w:rsidR="00E36AAF" w:rsidRPr="00100AC4">
        <w:tc>
          <w:tcPr>
            <w:tcW w:w="1666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sz w:val="52"/>
                <w:szCs w:val="52"/>
              </w:rPr>
              <w:t>4</w:t>
            </w:r>
            <w:r w:rsidRPr="00100AC4">
              <w:rPr>
                <w:rFonts w:cs="ＭＳ 明朝" w:hint="eastAsia"/>
                <w:sz w:val="52"/>
                <w:szCs w:val="52"/>
              </w:rPr>
              <w:t>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宇佐高校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５点</w:t>
            </w:r>
          </w:p>
        </w:tc>
      </w:tr>
      <w:tr w:rsidR="00E36AAF" w:rsidRPr="00100AC4">
        <w:tc>
          <w:tcPr>
            <w:tcW w:w="1666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sz w:val="52"/>
                <w:szCs w:val="52"/>
              </w:rPr>
              <w:t>5</w:t>
            </w:r>
            <w:r w:rsidRPr="00100AC4">
              <w:rPr>
                <w:rFonts w:cs="ＭＳ 明朝" w:hint="eastAsia"/>
                <w:sz w:val="52"/>
                <w:szCs w:val="52"/>
              </w:rPr>
              <w:t>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中津工業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３点</w:t>
            </w:r>
          </w:p>
        </w:tc>
      </w:tr>
      <w:tr w:rsidR="00E36AAF" w:rsidRPr="00100AC4">
        <w:tc>
          <w:tcPr>
            <w:tcW w:w="1666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６位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distribute"/>
              <w:rPr>
                <w:rFonts w:cs="Times New Roman"/>
                <w:sz w:val="52"/>
                <w:szCs w:val="52"/>
              </w:rPr>
            </w:pPr>
            <w:r w:rsidRPr="00100AC4">
              <w:rPr>
                <w:rFonts w:cs="ＭＳ 明朝" w:hint="eastAsia"/>
                <w:sz w:val="52"/>
                <w:szCs w:val="52"/>
              </w:rPr>
              <w:t>福徳学院</w:t>
            </w:r>
          </w:p>
        </w:tc>
        <w:tc>
          <w:tcPr>
            <w:tcW w:w="1667" w:type="pct"/>
          </w:tcPr>
          <w:p w:rsidR="00E36AAF" w:rsidRPr="00100AC4" w:rsidRDefault="00E36AAF" w:rsidP="00100AC4">
            <w:pPr>
              <w:jc w:val="center"/>
              <w:rPr>
                <w:rFonts w:cs="Times New Roman"/>
                <w:sz w:val="52"/>
                <w:szCs w:val="52"/>
              </w:rPr>
            </w:pPr>
            <w:r w:rsidRPr="00100AC4">
              <w:rPr>
                <w:sz w:val="52"/>
                <w:szCs w:val="52"/>
              </w:rPr>
              <w:t>1</w:t>
            </w:r>
            <w:r w:rsidRPr="00100AC4">
              <w:rPr>
                <w:rFonts w:cs="ＭＳ 明朝" w:hint="eastAsia"/>
                <w:sz w:val="52"/>
                <w:szCs w:val="52"/>
              </w:rPr>
              <w:t>点</w:t>
            </w:r>
          </w:p>
        </w:tc>
      </w:tr>
    </w:tbl>
    <w:p w:rsidR="00E36AAF" w:rsidRDefault="00E36AAF" w:rsidP="00E36AAF">
      <w:pPr>
        <w:ind w:firstLineChars="50" w:firstLine="31680"/>
        <w:rPr>
          <w:rFonts w:cs="Times New Roman"/>
          <w:sz w:val="52"/>
          <w:szCs w:val="52"/>
        </w:rPr>
      </w:pPr>
    </w:p>
    <w:p w:rsidR="00E36AAF" w:rsidRPr="000B0F4B" w:rsidRDefault="00E36AAF" w:rsidP="002A4334">
      <w:pPr>
        <w:rPr>
          <w:rFonts w:cs="Times New Roman"/>
          <w:sz w:val="52"/>
          <w:szCs w:val="52"/>
        </w:rPr>
      </w:pPr>
      <w:r>
        <w:rPr>
          <w:rFonts w:cs="ＭＳ 明朝" w:hint="eastAsia"/>
          <w:sz w:val="52"/>
          <w:szCs w:val="52"/>
        </w:rPr>
        <w:t>＊大分工業は、</w:t>
      </w:r>
      <w:r>
        <w:rPr>
          <w:sz w:val="52"/>
          <w:szCs w:val="52"/>
        </w:rPr>
        <w:t>18</w:t>
      </w:r>
      <w:r>
        <w:rPr>
          <w:rFonts w:cs="ＭＳ 明朝" w:hint="eastAsia"/>
          <w:sz w:val="52"/>
          <w:szCs w:val="52"/>
        </w:rPr>
        <w:t>年振り</w:t>
      </w:r>
      <w:r>
        <w:rPr>
          <w:sz w:val="52"/>
          <w:szCs w:val="52"/>
        </w:rPr>
        <w:t>2</w:t>
      </w:r>
      <w:r>
        <w:rPr>
          <w:rFonts w:cs="ＭＳ 明朝" w:hint="eastAsia"/>
          <w:sz w:val="52"/>
          <w:szCs w:val="52"/>
        </w:rPr>
        <w:t>度目の団体優勝。</w:t>
      </w:r>
    </w:p>
    <w:sectPr w:rsidR="00E36AAF" w:rsidRPr="000B0F4B" w:rsidSect="000B0F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AAF" w:rsidRDefault="00E36AAF" w:rsidP="00EC22E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36AAF" w:rsidRDefault="00E36AAF" w:rsidP="00EC22E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AAF" w:rsidRDefault="00E36AAF" w:rsidP="00EC22E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36AAF" w:rsidRDefault="00E36AAF" w:rsidP="00EC22E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F4B"/>
    <w:rsid w:val="00005F60"/>
    <w:rsid w:val="0001161B"/>
    <w:rsid w:val="00015EB0"/>
    <w:rsid w:val="00021482"/>
    <w:rsid w:val="00031325"/>
    <w:rsid w:val="0003477B"/>
    <w:rsid w:val="000538D2"/>
    <w:rsid w:val="00084BDF"/>
    <w:rsid w:val="0009119F"/>
    <w:rsid w:val="00094B17"/>
    <w:rsid w:val="0009716D"/>
    <w:rsid w:val="000B0F4B"/>
    <w:rsid w:val="000C15B7"/>
    <w:rsid w:val="000D1585"/>
    <w:rsid w:val="000D205C"/>
    <w:rsid w:val="000D4174"/>
    <w:rsid w:val="00100AC4"/>
    <w:rsid w:val="00101BF0"/>
    <w:rsid w:val="00121A3F"/>
    <w:rsid w:val="00125821"/>
    <w:rsid w:val="001367EB"/>
    <w:rsid w:val="0014461F"/>
    <w:rsid w:val="001504A4"/>
    <w:rsid w:val="00152CCD"/>
    <w:rsid w:val="00164D76"/>
    <w:rsid w:val="001771CC"/>
    <w:rsid w:val="00182D13"/>
    <w:rsid w:val="00190373"/>
    <w:rsid w:val="001A0788"/>
    <w:rsid w:val="001A27C8"/>
    <w:rsid w:val="001A2DF8"/>
    <w:rsid w:val="001B1D5C"/>
    <w:rsid w:val="001B4B1C"/>
    <w:rsid w:val="001C0785"/>
    <w:rsid w:val="001C20E5"/>
    <w:rsid w:val="001C21C3"/>
    <w:rsid w:val="001C6159"/>
    <w:rsid w:val="001D3F13"/>
    <w:rsid w:val="001D4E40"/>
    <w:rsid w:val="001E52AB"/>
    <w:rsid w:val="001E53A1"/>
    <w:rsid w:val="001F4865"/>
    <w:rsid w:val="001F66C3"/>
    <w:rsid w:val="00205414"/>
    <w:rsid w:val="002177F1"/>
    <w:rsid w:val="002178D0"/>
    <w:rsid w:val="00222C8D"/>
    <w:rsid w:val="0022608B"/>
    <w:rsid w:val="002316E0"/>
    <w:rsid w:val="00231A07"/>
    <w:rsid w:val="0023550C"/>
    <w:rsid w:val="002424E3"/>
    <w:rsid w:val="00247E49"/>
    <w:rsid w:val="0025329D"/>
    <w:rsid w:val="00254887"/>
    <w:rsid w:val="0025535B"/>
    <w:rsid w:val="00264851"/>
    <w:rsid w:val="00280918"/>
    <w:rsid w:val="00292BCF"/>
    <w:rsid w:val="002A4334"/>
    <w:rsid w:val="002B3065"/>
    <w:rsid w:val="002B6364"/>
    <w:rsid w:val="002B6D6D"/>
    <w:rsid w:val="002C1BF4"/>
    <w:rsid w:val="002D6C28"/>
    <w:rsid w:val="002D7047"/>
    <w:rsid w:val="002E469E"/>
    <w:rsid w:val="002E6F25"/>
    <w:rsid w:val="002F009E"/>
    <w:rsid w:val="002F0674"/>
    <w:rsid w:val="002F6467"/>
    <w:rsid w:val="0030031F"/>
    <w:rsid w:val="003004EF"/>
    <w:rsid w:val="00303031"/>
    <w:rsid w:val="00306068"/>
    <w:rsid w:val="00325459"/>
    <w:rsid w:val="003279AD"/>
    <w:rsid w:val="003339E9"/>
    <w:rsid w:val="00346587"/>
    <w:rsid w:val="00355572"/>
    <w:rsid w:val="00377765"/>
    <w:rsid w:val="00385B80"/>
    <w:rsid w:val="00387D6D"/>
    <w:rsid w:val="003911DE"/>
    <w:rsid w:val="0039682A"/>
    <w:rsid w:val="003B599C"/>
    <w:rsid w:val="003C189A"/>
    <w:rsid w:val="003D3438"/>
    <w:rsid w:val="003D4441"/>
    <w:rsid w:val="003E14B2"/>
    <w:rsid w:val="003E3992"/>
    <w:rsid w:val="003F1035"/>
    <w:rsid w:val="003F1CBD"/>
    <w:rsid w:val="003F21CB"/>
    <w:rsid w:val="003F52FC"/>
    <w:rsid w:val="003F6AE3"/>
    <w:rsid w:val="00416CF0"/>
    <w:rsid w:val="004230A3"/>
    <w:rsid w:val="0042399F"/>
    <w:rsid w:val="00440087"/>
    <w:rsid w:val="00440AFF"/>
    <w:rsid w:val="00446D44"/>
    <w:rsid w:val="0045510E"/>
    <w:rsid w:val="0046485D"/>
    <w:rsid w:val="00493637"/>
    <w:rsid w:val="00495942"/>
    <w:rsid w:val="00497EE3"/>
    <w:rsid w:val="004A4425"/>
    <w:rsid w:val="004A54F5"/>
    <w:rsid w:val="004A58E5"/>
    <w:rsid w:val="004B6539"/>
    <w:rsid w:val="004B6B24"/>
    <w:rsid w:val="004C3780"/>
    <w:rsid w:val="004C4E6B"/>
    <w:rsid w:val="004D3220"/>
    <w:rsid w:val="004D79EF"/>
    <w:rsid w:val="004E0DEC"/>
    <w:rsid w:val="004E6296"/>
    <w:rsid w:val="004F25AD"/>
    <w:rsid w:val="004F4442"/>
    <w:rsid w:val="005028C0"/>
    <w:rsid w:val="005055D7"/>
    <w:rsid w:val="0050725E"/>
    <w:rsid w:val="005125E3"/>
    <w:rsid w:val="005160AC"/>
    <w:rsid w:val="005238A6"/>
    <w:rsid w:val="0052671A"/>
    <w:rsid w:val="005366E3"/>
    <w:rsid w:val="00537C8F"/>
    <w:rsid w:val="005573C8"/>
    <w:rsid w:val="005609EA"/>
    <w:rsid w:val="00562297"/>
    <w:rsid w:val="00563150"/>
    <w:rsid w:val="00576363"/>
    <w:rsid w:val="00577A03"/>
    <w:rsid w:val="0058745D"/>
    <w:rsid w:val="00592D81"/>
    <w:rsid w:val="005B26A5"/>
    <w:rsid w:val="005B3FBE"/>
    <w:rsid w:val="005B7F29"/>
    <w:rsid w:val="005C0D7D"/>
    <w:rsid w:val="005D7014"/>
    <w:rsid w:val="005D7914"/>
    <w:rsid w:val="005F5181"/>
    <w:rsid w:val="005F71B5"/>
    <w:rsid w:val="006057FB"/>
    <w:rsid w:val="006078E5"/>
    <w:rsid w:val="006174D2"/>
    <w:rsid w:val="00617E1E"/>
    <w:rsid w:val="0064225C"/>
    <w:rsid w:val="006658E8"/>
    <w:rsid w:val="00670E04"/>
    <w:rsid w:val="00674824"/>
    <w:rsid w:val="00680FB1"/>
    <w:rsid w:val="00690B9C"/>
    <w:rsid w:val="006B3A82"/>
    <w:rsid w:val="006C399F"/>
    <w:rsid w:val="006C41F2"/>
    <w:rsid w:val="006D3A49"/>
    <w:rsid w:val="006E30C4"/>
    <w:rsid w:val="006E6988"/>
    <w:rsid w:val="006F4CD8"/>
    <w:rsid w:val="00703D7E"/>
    <w:rsid w:val="00703DE3"/>
    <w:rsid w:val="007114C9"/>
    <w:rsid w:val="00712060"/>
    <w:rsid w:val="00712A94"/>
    <w:rsid w:val="00720275"/>
    <w:rsid w:val="007241C4"/>
    <w:rsid w:val="00724F63"/>
    <w:rsid w:val="00744DB4"/>
    <w:rsid w:val="007466F5"/>
    <w:rsid w:val="00747A26"/>
    <w:rsid w:val="0075378C"/>
    <w:rsid w:val="0075741B"/>
    <w:rsid w:val="00760A04"/>
    <w:rsid w:val="007635C1"/>
    <w:rsid w:val="007660C8"/>
    <w:rsid w:val="0076796B"/>
    <w:rsid w:val="00772414"/>
    <w:rsid w:val="00777A64"/>
    <w:rsid w:val="007835F1"/>
    <w:rsid w:val="00797E94"/>
    <w:rsid w:val="007A5DCA"/>
    <w:rsid w:val="007B3785"/>
    <w:rsid w:val="007B4D13"/>
    <w:rsid w:val="007B53E2"/>
    <w:rsid w:val="007C7E4E"/>
    <w:rsid w:val="007D39B7"/>
    <w:rsid w:val="007E2196"/>
    <w:rsid w:val="007F768E"/>
    <w:rsid w:val="00814224"/>
    <w:rsid w:val="00821499"/>
    <w:rsid w:val="00831677"/>
    <w:rsid w:val="008419B5"/>
    <w:rsid w:val="00844BD8"/>
    <w:rsid w:val="0084503B"/>
    <w:rsid w:val="0084542A"/>
    <w:rsid w:val="00846D31"/>
    <w:rsid w:val="00852ADB"/>
    <w:rsid w:val="0085431E"/>
    <w:rsid w:val="00857636"/>
    <w:rsid w:val="00861017"/>
    <w:rsid w:val="00863A8E"/>
    <w:rsid w:val="008705C1"/>
    <w:rsid w:val="0089291D"/>
    <w:rsid w:val="008929F6"/>
    <w:rsid w:val="00894706"/>
    <w:rsid w:val="00897102"/>
    <w:rsid w:val="008A29AC"/>
    <w:rsid w:val="008A332F"/>
    <w:rsid w:val="008B63CA"/>
    <w:rsid w:val="008D1FF7"/>
    <w:rsid w:val="008E2966"/>
    <w:rsid w:val="008E298C"/>
    <w:rsid w:val="00914EC2"/>
    <w:rsid w:val="0092593B"/>
    <w:rsid w:val="009304E3"/>
    <w:rsid w:val="009306B0"/>
    <w:rsid w:val="00935144"/>
    <w:rsid w:val="00941DFE"/>
    <w:rsid w:val="00951787"/>
    <w:rsid w:val="00953900"/>
    <w:rsid w:val="00955B64"/>
    <w:rsid w:val="00955E3D"/>
    <w:rsid w:val="00956AFF"/>
    <w:rsid w:val="00965EBB"/>
    <w:rsid w:val="00966623"/>
    <w:rsid w:val="00966E63"/>
    <w:rsid w:val="00977354"/>
    <w:rsid w:val="00982F9D"/>
    <w:rsid w:val="00987173"/>
    <w:rsid w:val="009B1ED7"/>
    <w:rsid w:val="009B2EBD"/>
    <w:rsid w:val="009C53A8"/>
    <w:rsid w:val="009C6280"/>
    <w:rsid w:val="009D382A"/>
    <w:rsid w:val="009D6224"/>
    <w:rsid w:val="00A22315"/>
    <w:rsid w:val="00A274F0"/>
    <w:rsid w:val="00A27802"/>
    <w:rsid w:val="00A34FE3"/>
    <w:rsid w:val="00A36C0B"/>
    <w:rsid w:val="00A3788C"/>
    <w:rsid w:val="00A55FC9"/>
    <w:rsid w:val="00A5613B"/>
    <w:rsid w:val="00A60937"/>
    <w:rsid w:val="00A70255"/>
    <w:rsid w:val="00A71420"/>
    <w:rsid w:val="00A81BAB"/>
    <w:rsid w:val="00A93126"/>
    <w:rsid w:val="00AA4B20"/>
    <w:rsid w:val="00AC6B6B"/>
    <w:rsid w:val="00AE1D40"/>
    <w:rsid w:val="00AF0478"/>
    <w:rsid w:val="00AF7E98"/>
    <w:rsid w:val="00B0016A"/>
    <w:rsid w:val="00B03F2E"/>
    <w:rsid w:val="00B12199"/>
    <w:rsid w:val="00B1725D"/>
    <w:rsid w:val="00B2391E"/>
    <w:rsid w:val="00B3067C"/>
    <w:rsid w:val="00B37DA9"/>
    <w:rsid w:val="00B448A7"/>
    <w:rsid w:val="00B4493E"/>
    <w:rsid w:val="00B529D1"/>
    <w:rsid w:val="00B54F34"/>
    <w:rsid w:val="00B570CD"/>
    <w:rsid w:val="00B62803"/>
    <w:rsid w:val="00B63585"/>
    <w:rsid w:val="00B646B5"/>
    <w:rsid w:val="00B716D2"/>
    <w:rsid w:val="00B76C71"/>
    <w:rsid w:val="00B9704D"/>
    <w:rsid w:val="00BA4465"/>
    <w:rsid w:val="00BA6266"/>
    <w:rsid w:val="00BB4B8B"/>
    <w:rsid w:val="00BC75F9"/>
    <w:rsid w:val="00BD0F4F"/>
    <w:rsid w:val="00BE0C49"/>
    <w:rsid w:val="00BE1876"/>
    <w:rsid w:val="00BE3985"/>
    <w:rsid w:val="00BF7914"/>
    <w:rsid w:val="00C02618"/>
    <w:rsid w:val="00C031BA"/>
    <w:rsid w:val="00C04240"/>
    <w:rsid w:val="00C0535D"/>
    <w:rsid w:val="00C07A41"/>
    <w:rsid w:val="00C23550"/>
    <w:rsid w:val="00C31329"/>
    <w:rsid w:val="00C33CBB"/>
    <w:rsid w:val="00C556C3"/>
    <w:rsid w:val="00C724BD"/>
    <w:rsid w:val="00C819DB"/>
    <w:rsid w:val="00C83DF8"/>
    <w:rsid w:val="00C91808"/>
    <w:rsid w:val="00C92A44"/>
    <w:rsid w:val="00C959CC"/>
    <w:rsid w:val="00C96EC9"/>
    <w:rsid w:val="00CB0202"/>
    <w:rsid w:val="00CB12F8"/>
    <w:rsid w:val="00CB2463"/>
    <w:rsid w:val="00CB4C82"/>
    <w:rsid w:val="00CB60EC"/>
    <w:rsid w:val="00CC03F3"/>
    <w:rsid w:val="00CD29B8"/>
    <w:rsid w:val="00CE3950"/>
    <w:rsid w:val="00CF203D"/>
    <w:rsid w:val="00CF31B4"/>
    <w:rsid w:val="00D02EE8"/>
    <w:rsid w:val="00D14CE7"/>
    <w:rsid w:val="00D2229B"/>
    <w:rsid w:val="00D226FD"/>
    <w:rsid w:val="00D34DBC"/>
    <w:rsid w:val="00D40788"/>
    <w:rsid w:val="00D4319A"/>
    <w:rsid w:val="00D43F7E"/>
    <w:rsid w:val="00D50018"/>
    <w:rsid w:val="00D536E5"/>
    <w:rsid w:val="00D61C26"/>
    <w:rsid w:val="00D65727"/>
    <w:rsid w:val="00D67C56"/>
    <w:rsid w:val="00D730E9"/>
    <w:rsid w:val="00D924E5"/>
    <w:rsid w:val="00D93A39"/>
    <w:rsid w:val="00DA13AD"/>
    <w:rsid w:val="00DA2234"/>
    <w:rsid w:val="00DA5AA9"/>
    <w:rsid w:val="00DB7413"/>
    <w:rsid w:val="00DC1973"/>
    <w:rsid w:val="00DC25A4"/>
    <w:rsid w:val="00DC4880"/>
    <w:rsid w:val="00DD0881"/>
    <w:rsid w:val="00DE0D41"/>
    <w:rsid w:val="00DE3F62"/>
    <w:rsid w:val="00DE70AC"/>
    <w:rsid w:val="00DE7B5D"/>
    <w:rsid w:val="00DF1587"/>
    <w:rsid w:val="00DF3CB2"/>
    <w:rsid w:val="00E161D8"/>
    <w:rsid w:val="00E213B7"/>
    <w:rsid w:val="00E2641E"/>
    <w:rsid w:val="00E338D7"/>
    <w:rsid w:val="00E36AAF"/>
    <w:rsid w:val="00E47DC7"/>
    <w:rsid w:val="00E56B2F"/>
    <w:rsid w:val="00E575BD"/>
    <w:rsid w:val="00E707C1"/>
    <w:rsid w:val="00E7332E"/>
    <w:rsid w:val="00E82649"/>
    <w:rsid w:val="00E828CD"/>
    <w:rsid w:val="00E86821"/>
    <w:rsid w:val="00E945A4"/>
    <w:rsid w:val="00EA2EC9"/>
    <w:rsid w:val="00EA3783"/>
    <w:rsid w:val="00EB2AF7"/>
    <w:rsid w:val="00EB7543"/>
    <w:rsid w:val="00EC22D2"/>
    <w:rsid w:val="00EC22ED"/>
    <w:rsid w:val="00EC2BF9"/>
    <w:rsid w:val="00ED64A1"/>
    <w:rsid w:val="00ED68E3"/>
    <w:rsid w:val="00EE5D69"/>
    <w:rsid w:val="00EF0566"/>
    <w:rsid w:val="00F02CAC"/>
    <w:rsid w:val="00F05176"/>
    <w:rsid w:val="00F20FB2"/>
    <w:rsid w:val="00F24D16"/>
    <w:rsid w:val="00F3394E"/>
    <w:rsid w:val="00F34097"/>
    <w:rsid w:val="00F358A6"/>
    <w:rsid w:val="00F3683B"/>
    <w:rsid w:val="00F55857"/>
    <w:rsid w:val="00F56BD9"/>
    <w:rsid w:val="00F65F50"/>
    <w:rsid w:val="00F66751"/>
    <w:rsid w:val="00F82606"/>
    <w:rsid w:val="00F84AD0"/>
    <w:rsid w:val="00F90D8A"/>
    <w:rsid w:val="00F94857"/>
    <w:rsid w:val="00F96D9D"/>
    <w:rsid w:val="00FB6ADB"/>
    <w:rsid w:val="00FC42EB"/>
    <w:rsid w:val="00FC6598"/>
    <w:rsid w:val="00FC6A07"/>
    <w:rsid w:val="00FC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1CB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B0F4B"/>
    <w:rPr>
      <w:rFonts w:cs="Century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C22E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22ED"/>
  </w:style>
  <w:style w:type="paragraph" w:styleId="Footer">
    <w:name w:val="footer"/>
    <w:basedOn w:val="Normal"/>
    <w:link w:val="FooterChar"/>
    <w:uiPriority w:val="99"/>
    <w:semiHidden/>
    <w:rsid w:val="00EC22E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22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</Words>
  <Characters>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平成２１年度大分県高等学校体育大会</dc:title>
  <dc:subject/>
  <dc:creator>sysop</dc:creator>
  <cp:keywords/>
  <dc:description/>
  <cp:lastModifiedBy>kotairen</cp:lastModifiedBy>
  <cp:revision>2</cp:revision>
  <dcterms:created xsi:type="dcterms:W3CDTF">2009-06-01T04:54:00Z</dcterms:created>
  <dcterms:modified xsi:type="dcterms:W3CDTF">2009-06-01T04:54:00Z</dcterms:modified>
</cp:coreProperties>
</file>